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8E144" w14:textId="426E7BF0" w:rsidR="007F4350" w:rsidRDefault="00175DDA" w:rsidP="00A3558D">
      <w:pPr>
        <w:tabs>
          <w:tab w:val="left" w:pos="2694"/>
          <w:tab w:val="left" w:pos="4253"/>
          <w:tab w:val="left" w:pos="6804"/>
          <w:tab w:val="left" w:pos="8789"/>
          <w:tab w:val="left" w:leader="underscore" w:pos="9781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10A1648" wp14:editId="036E2E87">
            <wp:simplePos x="0" y="0"/>
            <wp:positionH relativeFrom="column">
              <wp:posOffset>563245</wp:posOffset>
            </wp:positionH>
            <wp:positionV relativeFrom="paragraph">
              <wp:posOffset>266</wp:posOffset>
            </wp:positionV>
            <wp:extent cx="5518076" cy="1722017"/>
            <wp:effectExtent l="0" t="0" r="6985" b="0"/>
            <wp:wrapThrough wrapText="bothSides">
              <wp:wrapPolygon edited="0">
                <wp:start x="0" y="0"/>
                <wp:lineTo x="0" y="21273"/>
                <wp:lineTo x="21553" y="21273"/>
                <wp:lineTo x="21553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WCxPC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08" t="7282" r="3196" b="14095"/>
                    <a:stretch/>
                  </pic:blipFill>
                  <pic:spPr bwMode="auto">
                    <a:xfrm>
                      <a:off x="0" y="0"/>
                      <a:ext cx="5518076" cy="17220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558D">
        <w:t xml:space="preserve">  </w:t>
      </w:r>
    </w:p>
    <w:p w14:paraId="239581FA" w14:textId="39A81ADA" w:rsidR="00175DDA" w:rsidRPr="00175DDA" w:rsidRDefault="00175DDA" w:rsidP="00175DDA"/>
    <w:p w14:paraId="011AFE88" w14:textId="03A35903" w:rsidR="00175DDA" w:rsidRPr="00175DDA" w:rsidRDefault="00175DDA" w:rsidP="00175DDA"/>
    <w:p w14:paraId="2C9A8502" w14:textId="3EED768D" w:rsidR="00175DDA" w:rsidRPr="00175DDA" w:rsidRDefault="00175DDA" w:rsidP="00175DDA"/>
    <w:p w14:paraId="36E9CB17" w14:textId="4220F4A4" w:rsidR="00175DDA" w:rsidRPr="00175DDA" w:rsidRDefault="00175DDA" w:rsidP="00175DDA"/>
    <w:p w14:paraId="055615C4" w14:textId="528DC00B" w:rsidR="00175DDA" w:rsidRPr="00175DDA" w:rsidRDefault="00175DDA" w:rsidP="00175DDA"/>
    <w:p w14:paraId="230D368C" w14:textId="4CF25673" w:rsidR="00175DDA" w:rsidRPr="00175DDA" w:rsidRDefault="00175DDA" w:rsidP="00175DDA"/>
    <w:p w14:paraId="07EB5F75" w14:textId="6BB9D1A2" w:rsidR="00175DDA" w:rsidRPr="00175DDA" w:rsidRDefault="00175DDA" w:rsidP="00175DDA"/>
    <w:p w14:paraId="52AC34A7" w14:textId="336CCDCD" w:rsidR="00175DDA" w:rsidRPr="00175DDA" w:rsidRDefault="00175DDA" w:rsidP="00175DDA"/>
    <w:p w14:paraId="701FF0DC" w14:textId="14681B64" w:rsidR="00175DDA" w:rsidRPr="00175DDA" w:rsidRDefault="00175DDA" w:rsidP="00175DDA"/>
    <w:p w14:paraId="78EF7B5B" w14:textId="02EB5434" w:rsidR="00175DDA" w:rsidRPr="00175DDA" w:rsidRDefault="003D3C2C" w:rsidP="00175DD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CD8388" wp14:editId="16FABD5D">
                <wp:simplePos x="0" y="0"/>
                <wp:positionH relativeFrom="column">
                  <wp:posOffset>2242968</wp:posOffset>
                </wp:positionH>
                <wp:positionV relativeFrom="paragraph">
                  <wp:posOffset>114300</wp:posOffset>
                </wp:positionV>
                <wp:extent cx="4475952" cy="2417873"/>
                <wp:effectExtent l="0" t="0" r="1270" b="190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5952" cy="24178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37EA47" w14:textId="5A1520CB" w:rsidR="00175DDA" w:rsidRPr="003D3C2C" w:rsidRDefault="00175DDA">
                            <w:pPr>
                              <w:rPr>
                                <w:rFonts w:asciiTheme="majorHAnsi" w:hAnsiTheme="majorHAnsi" w:cstheme="majorHAnsi"/>
                                <w:sz w:val="32"/>
                                <w:szCs w:val="24"/>
                              </w:rPr>
                            </w:pPr>
                            <w:r w:rsidRPr="003D3C2C">
                              <w:rPr>
                                <w:rFonts w:asciiTheme="majorHAnsi" w:hAnsiTheme="majorHAnsi" w:cstheme="majorHAnsi"/>
                                <w:sz w:val="32"/>
                                <w:szCs w:val="24"/>
                              </w:rPr>
                              <w:t>Foot Patrol</w:t>
                            </w:r>
                          </w:p>
                          <w:p w14:paraId="7797E5BB" w14:textId="0E627BDB" w:rsidR="00175DDA" w:rsidRPr="003D3C2C" w:rsidRDefault="00175DDA">
                            <w:pPr>
                              <w:rPr>
                                <w:rFonts w:asciiTheme="majorHAnsi" w:hAnsiTheme="majorHAnsi" w:cstheme="majorHAnsi"/>
                                <w:sz w:val="32"/>
                                <w:szCs w:val="24"/>
                              </w:rPr>
                            </w:pPr>
                            <w:r w:rsidRPr="003D3C2C">
                              <w:rPr>
                                <w:rFonts w:asciiTheme="majorHAnsi" w:hAnsiTheme="majorHAnsi" w:cstheme="majorHAnsi"/>
                                <w:sz w:val="32"/>
                                <w:szCs w:val="24"/>
                              </w:rPr>
                              <w:t xml:space="preserve">2013 Cabernet Sauvignon </w:t>
                            </w:r>
                          </w:p>
                          <w:p w14:paraId="73362F89" w14:textId="33485097" w:rsidR="00175DDA" w:rsidRPr="003D3C2C" w:rsidRDefault="00175DDA">
                            <w:pPr>
                              <w:rPr>
                                <w:rFonts w:asciiTheme="majorHAnsi" w:hAnsiTheme="majorHAnsi" w:cstheme="majorHAnsi"/>
                                <w:sz w:val="32"/>
                                <w:szCs w:val="24"/>
                              </w:rPr>
                            </w:pPr>
                            <w:r w:rsidRPr="003D3C2C">
                              <w:rPr>
                                <w:rFonts w:asciiTheme="majorHAnsi" w:hAnsiTheme="majorHAnsi" w:cstheme="majorHAnsi"/>
                                <w:sz w:val="32"/>
                                <w:szCs w:val="24"/>
                              </w:rPr>
                              <w:t>McLaren Vale, South Australia</w:t>
                            </w:r>
                          </w:p>
                          <w:p w14:paraId="78489196" w14:textId="20F561E6" w:rsidR="003D3C2C" w:rsidRDefault="003D3C2C">
                            <w:pPr>
                              <w:rPr>
                                <w:rFonts w:asciiTheme="majorHAnsi" w:hAnsiTheme="majorHAnsi" w:cstheme="majorHAnsi"/>
                                <w:sz w:val="32"/>
                                <w:szCs w:val="24"/>
                              </w:rPr>
                            </w:pPr>
                          </w:p>
                          <w:p w14:paraId="042F2012" w14:textId="2C3F4A64" w:rsidR="003D3C2C" w:rsidRPr="003D3C2C" w:rsidRDefault="003D3C2C" w:rsidP="001C6D15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 w:rsidRPr="003D3C2C">
                              <w:rPr>
                                <w:rFonts w:asciiTheme="minorHAnsi" w:hAnsiTheme="minorHAnsi" w:cstheme="minorHAnsi"/>
                              </w:rPr>
                              <w:t>Released as a special (first) collectable by the Police Wine Club and highly recommended by Peter Jackson of Wines of Adelaide</w:t>
                            </w:r>
                            <w:r w:rsidR="001C6D15">
                              <w:rPr>
                                <w:rFonts w:asciiTheme="minorHAnsi" w:hAnsiTheme="minorHAnsi" w:cstheme="minorHAnsi"/>
                              </w:rPr>
                              <w:t>.</w:t>
                            </w:r>
                          </w:p>
                          <w:p w14:paraId="1EEE0844" w14:textId="1ADFD932" w:rsidR="003D3C2C" w:rsidRDefault="003D3C2C" w:rsidP="001C6D15">
                            <w:pPr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3D3C2C">
                              <w:rPr>
                                <w:rFonts w:asciiTheme="minorHAnsi" w:hAnsiTheme="minorHAnsi" w:cstheme="minorHAnsi"/>
                              </w:rPr>
                              <w:t>“</w:t>
                            </w:r>
                            <w:r w:rsidRPr="003D3C2C">
                              <w:rPr>
                                <w:rFonts w:asciiTheme="minorHAnsi" w:hAnsiTheme="minorHAnsi" w:cstheme="minorHAnsi"/>
                                <w:i/>
                                <w:iCs/>
                              </w:rPr>
                              <w:t xml:space="preserve">A smooth and classic SA Cabernet. Very classy drinking </w:t>
                            </w:r>
                            <w:r w:rsidR="005B4018">
                              <w:rPr>
                                <w:rFonts w:asciiTheme="minorHAnsi" w:hAnsiTheme="minorHAnsi" w:cstheme="minorHAnsi"/>
                                <w:i/>
                                <w:iCs/>
                              </w:rPr>
                              <w:t>for the price</w:t>
                            </w:r>
                            <w:r w:rsidRPr="003D3C2C">
                              <w:rPr>
                                <w:rFonts w:asciiTheme="minorHAnsi" w:hAnsiTheme="minorHAnsi" w:cstheme="minorHAnsi"/>
                                <w:i/>
                                <w:iCs/>
                              </w:rPr>
                              <w:t xml:space="preserve">.  Only a few dozen </w:t>
                            </w:r>
                            <w:r w:rsidR="005B4018">
                              <w:rPr>
                                <w:rFonts w:asciiTheme="minorHAnsi" w:hAnsiTheme="minorHAnsi" w:cstheme="minorHAnsi"/>
                                <w:i/>
                                <w:iCs/>
                              </w:rPr>
                              <w:t>remaining</w:t>
                            </w:r>
                            <w:r w:rsidRPr="003D3C2C">
                              <w:rPr>
                                <w:rFonts w:asciiTheme="minorHAnsi" w:hAnsiTheme="minorHAnsi" w:cstheme="minorHAnsi"/>
                                <w:i/>
                                <w:iCs/>
                              </w:rPr>
                              <w:t>, worth grabbing  for the cellar.  Will improve and evolve next 3-6 years but also makes for excellent drinking now.  Great Christmas gift idea</w:t>
                            </w:r>
                            <w:r w:rsidR="007233EB">
                              <w:rPr>
                                <w:rFonts w:asciiTheme="minorHAnsi" w:hAnsiTheme="minorHAnsi" w:cstheme="minorHAnsi"/>
                                <w:i/>
                                <w:iCs/>
                              </w:rPr>
                              <w:t>”</w:t>
                            </w:r>
                            <w:bookmarkStart w:id="0" w:name="_GoBack"/>
                            <w:bookmarkEnd w:id="0"/>
                            <w:r w:rsidR="005B4018">
                              <w:rPr>
                                <w:rFonts w:asciiTheme="minorHAnsi" w:hAnsiTheme="minorHAnsi" w:cstheme="minorHAnsi"/>
                                <w:i/>
                                <w:iCs/>
                              </w:rPr>
                              <w:t>.</w:t>
                            </w:r>
                            <w:r w:rsidRPr="003D3C2C">
                              <w:rPr>
                                <w:rFonts w:asciiTheme="minorHAnsi" w:hAnsiTheme="minorHAnsi" w:cstheme="minorHAnsi"/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14:paraId="1EFE6ECE" w14:textId="21ED8970" w:rsidR="001C6D15" w:rsidRDefault="001C6D15" w:rsidP="003D3C2C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14:paraId="30BE54CC" w14:textId="10C7D80D" w:rsidR="001C6D15" w:rsidRDefault="001C6D15" w:rsidP="003D3C2C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14:paraId="5DB81834" w14:textId="77777777" w:rsidR="001C6D15" w:rsidRPr="003D3C2C" w:rsidRDefault="001C6D15" w:rsidP="003D3C2C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14:paraId="00B97F56" w14:textId="77777777" w:rsidR="003D3C2C" w:rsidRPr="00175DDA" w:rsidRDefault="003D3C2C">
                            <w:pPr>
                              <w:rPr>
                                <w:rFonts w:asciiTheme="majorHAnsi" w:hAnsiTheme="majorHAnsi" w:cstheme="majorHAnsi"/>
                                <w:sz w:val="3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CD8388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76.6pt;margin-top:9pt;width:352.45pt;height:19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" fillcolor="white [3201]" stroked="f" strokeweight=".5pt">
                <v:textbox>
                  <w:txbxContent>
                    <w:p w14:paraId="5137EA47" w14:textId="5A1520CB" w:rsidR="00175DDA" w:rsidRPr="003D3C2C" w:rsidRDefault="00175DDA">
                      <w:pPr>
                        <w:rPr>
                          <w:rFonts w:asciiTheme="majorHAnsi" w:hAnsiTheme="majorHAnsi" w:cstheme="majorHAnsi"/>
                          <w:sz w:val="32"/>
                          <w:szCs w:val="24"/>
                        </w:rPr>
                      </w:pPr>
                      <w:r w:rsidRPr="003D3C2C">
                        <w:rPr>
                          <w:rFonts w:asciiTheme="majorHAnsi" w:hAnsiTheme="majorHAnsi" w:cstheme="majorHAnsi"/>
                          <w:sz w:val="32"/>
                          <w:szCs w:val="24"/>
                        </w:rPr>
                        <w:t>Foot Patrol</w:t>
                      </w:r>
                    </w:p>
                    <w:p w14:paraId="7797E5BB" w14:textId="0E627BDB" w:rsidR="00175DDA" w:rsidRPr="003D3C2C" w:rsidRDefault="00175DDA">
                      <w:pPr>
                        <w:rPr>
                          <w:rFonts w:asciiTheme="majorHAnsi" w:hAnsiTheme="majorHAnsi" w:cstheme="majorHAnsi"/>
                          <w:sz w:val="32"/>
                          <w:szCs w:val="24"/>
                        </w:rPr>
                      </w:pPr>
                      <w:r w:rsidRPr="003D3C2C">
                        <w:rPr>
                          <w:rFonts w:asciiTheme="majorHAnsi" w:hAnsiTheme="majorHAnsi" w:cstheme="majorHAnsi"/>
                          <w:sz w:val="32"/>
                          <w:szCs w:val="24"/>
                        </w:rPr>
                        <w:t xml:space="preserve">2013 Cabernet Sauvignon </w:t>
                      </w:r>
                    </w:p>
                    <w:p w14:paraId="73362F89" w14:textId="33485097" w:rsidR="00175DDA" w:rsidRPr="003D3C2C" w:rsidRDefault="00175DDA">
                      <w:pPr>
                        <w:rPr>
                          <w:rFonts w:asciiTheme="majorHAnsi" w:hAnsiTheme="majorHAnsi" w:cstheme="majorHAnsi"/>
                          <w:sz w:val="32"/>
                          <w:szCs w:val="24"/>
                        </w:rPr>
                      </w:pPr>
                      <w:r w:rsidRPr="003D3C2C">
                        <w:rPr>
                          <w:rFonts w:asciiTheme="majorHAnsi" w:hAnsiTheme="majorHAnsi" w:cstheme="majorHAnsi"/>
                          <w:sz w:val="32"/>
                          <w:szCs w:val="24"/>
                        </w:rPr>
                        <w:t>McLaren Vale, South Australia</w:t>
                      </w:r>
                    </w:p>
                    <w:p w14:paraId="78489196" w14:textId="20F561E6" w:rsidR="003D3C2C" w:rsidRDefault="003D3C2C">
                      <w:pPr>
                        <w:rPr>
                          <w:rFonts w:asciiTheme="majorHAnsi" w:hAnsiTheme="majorHAnsi" w:cstheme="majorHAnsi"/>
                          <w:sz w:val="32"/>
                          <w:szCs w:val="24"/>
                        </w:rPr>
                      </w:pPr>
                    </w:p>
                    <w:p w14:paraId="042F2012" w14:textId="2C3F4A64" w:rsidR="003D3C2C" w:rsidRPr="003D3C2C" w:rsidRDefault="003D3C2C" w:rsidP="001C6D15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r w:rsidRPr="003D3C2C">
                        <w:rPr>
                          <w:rFonts w:asciiTheme="minorHAnsi" w:hAnsiTheme="minorHAnsi" w:cstheme="minorHAnsi"/>
                        </w:rPr>
                        <w:t>Released as a special (first) collectable by the Police Wine Club and highly recommended by Peter Jackson of Wines of Adelaide</w:t>
                      </w:r>
                      <w:r w:rsidR="001C6D15">
                        <w:rPr>
                          <w:rFonts w:asciiTheme="minorHAnsi" w:hAnsiTheme="minorHAnsi" w:cstheme="minorHAnsi"/>
                        </w:rPr>
                        <w:t>.</w:t>
                      </w:r>
                    </w:p>
                    <w:p w14:paraId="1EEE0844" w14:textId="1ADFD932" w:rsidR="003D3C2C" w:rsidRDefault="003D3C2C" w:rsidP="001C6D15">
                      <w:pPr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 w:rsidRPr="003D3C2C">
                        <w:rPr>
                          <w:rFonts w:asciiTheme="minorHAnsi" w:hAnsiTheme="minorHAnsi" w:cstheme="minorHAnsi"/>
                        </w:rPr>
                        <w:t>“</w:t>
                      </w:r>
                      <w:r w:rsidRPr="003D3C2C">
                        <w:rPr>
                          <w:rFonts w:asciiTheme="minorHAnsi" w:hAnsiTheme="minorHAnsi" w:cstheme="minorHAnsi"/>
                          <w:i/>
                          <w:iCs/>
                        </w:rPr>
                        <w:t xml:space="preserve">A smooth and classic SA Cabernet. Very classy drinking </w:t>
                      </w:r>
                      <w:r w:rsidR="005B4018">
                        <w:rPr>
                          <w:rFonts w:asciiTheme="minorHAnsi" w:hAnsiTheme="minorHAnsi" w:cstheme="minorHAnsi"/>
                          <w:i/>
                          <w:iCs/>
                        </w:rPr>
                        <w:t>for the price</w:t>
                      </w:r>
                      <w:r w:rsidRPr="003D3C2C">
                        <w:rPr>
                          <w:rFonts w:asciiTheme="minorHAnsi" w:hAnsiTheme="minorHAnsi" w:cstheme="minorHAnsi"/>
                          <w:i/>
                          <w:iCs/>
                        </w:rPr>
                        <w:t xml:space="preserve">.  Only a few dozen </w:t>
                      </w:r>
                      <w:r w:rsidR="005B4018">
                        <w:rPr>
                          <w:rFonts w:asciiTheme="minorHAnsi" w:hAnsiTheme="minorHAnsi" w:cstheme="minorHAnsi"/>
                          <w:i/>
                          <w:iCs/>
                        </w:rPr>
                        <w:t>remaining</w:t>
                      </w:r>
                      <w:r w:rsidRPr="003D3C2C">
                        <w:rPr>
                          <w:rFonts w:asciiTheme="minorHAnsi" w:hAnsiTheme="minorHAnsi" w:cstheme="minorHAnsi"/>
                          <w:i/>
                          <w:iCs/>
                        </w:rPr>
                        <w:t>, worth grabbing  for the cellar.  Will improve and evolve next 3-6 years but also makes for excellent drinking now.  Great Christmas gift idea</w:t>
                      </w:r>
                      <w:r w:rsidR="007233EB">
                        <w:rPr>
                          <w:rFonts w:asciiTheme="minorHAnsi" w:hAnsiTheme="minorHAnsi" w:cstheme="minorHAnsi"/>
                          <w:i/>
                          <w:iCs/>
                        </w:rPr>
                        <w:t>”</w:t>
                      </w:r>
                      <w:bookmarkStart w:id="1" w:name="_GoBack"/>
                      <w:bookmarkEnd w:id="1"/>
                      <w:r w:rsidR="005B4018">
                        <w:rPr>
                          <w:rFonts w:asciiTheme="minorHAnsi" w:hAnsiTheme="minorHAnsi" w:cstheme="minorHAnsi"/>
                          <w:i/>
                          <w:iCs/>
                        </w:rPr>
                        <w:t>.</w:t>
                      </w:r>
                      <w:r w:rsidRPr="003D3C2C">
                        <w:rPr>
                          <w:rFonts w:asciiTheme="minorHAnsi" w:hAnsiTheme="minorHAnsi" w:cstheme="minorHAnsi"/>
                          <w:i/>
                          <w:iCs/>
                        </w:rPr>
                        <w:t xml:space="preserve"> </w:t>
                      </w:r>
                    </w:p>
                    <w:p w14:paraId="1EFE6ECE" w14:textId="21ED8970" w:rsidR="001C6D15" w:rsidRDefault="001C6D15" w:rsidP="003D3C2C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14:paraId="30BE54CC" w14:textId="10C7D80D" w:rsidR="001C6D15" w:rsidRDefault="001C6D15" w:rsidP="003D3C2C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14:paraId="5DB81834" w14:textId="77777777" w:rsidR="001C6D15" w:rsidRPr="003D3C2C" w:rsidRDefault="001C6D15" w:rsidP="003D3C2C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14:paraId="00B97F56" w14:textId="77777777" w:rsidR="003D3C2C" w:rsidRPr="00175DDA" w:rsidRDefault="003D3C2C">
                      <w:pPr>
                        <w:rPr>
                          <w:rFonts w:asciiTheme="majorHAnsi" w:hAnsiTheme="majorHAnsi" w:cstheme="majorHAnsi"/>
                          <w:sz w:val="32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882BA5" w14:textId="190A0BCF" w:rsidR="00175DDA" w:rsidRPr="00175DDA" w:rsidRDefault="003D3C2C" w:rsidP="00175DDA">
      <w:r>
        <w:rPr>
          <w:noProof/>
        </w:rPr>
        <w:drawing>
          <wp:anchor distT="0" distB="0" distL="114300" distR="114300" simplePos="0" relativeHeight="251659264" behindDoc="0" locked="0" layoutInCell="1" allowOverlap="1" wp14:anchorId="09A39BC5" wp14:editId="23B4A949">
            <wp:simplePos x="0" y="0"/>
            <wp:positionH relativeFrom="column">
              <wp:posOffset>31750</wp:posOffset>
            </wp:positionH>
            <wp:positionV relativeFrom="paragraph">
              <wp:posOffset>5715</wp:posOffset>
            </wp:positionV>
            <wp:extent cx="2211070" cy="2279650"/>
            <wp:effectExtent l="0" t="0" r="0" b="6350"/>
            <wp:wrapThrough wrapText="bothSides">
              <wp:wrapPolygon edited="0">
                <wp:start x="0" y="0"/>
                <wp:lineTo x="0" y="21480"/>
                <wp:lineTo x="21401" y="21480"/>
                <wp:lineTo x="21401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56" t="9157" r="6345" b="7587"/>
                    <a:stretch/>
                  </pic:blipFill>
                  <pic:spPr bwMode="auto">
                    <a:xfrm>
                      <a:off x="0" y="0"/>
                      <a:ext cx="2211070" cy="2279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B9040E" w14:textId="059A9FA4" w:rsidR="00175DDA" w:rsidRPr="00175DDA" w:rsidRDefault="00175DDA" w:rsidP="00175DDA"/>
    <w:p w14:paraId="5A16170A" w14:textId="389D7C08" w:rsidR="00175DDA" w:rsidRPr="00175DDA" w:rsidRDefault="00175DDA" w:rsidP="00175DDA"/>
    <w:p w14:paraId="43D5B804" w14:textId="15635352" w:rsidR="00175DDA" w:rsidRPr="00175DDA" w:rsidRDefault="00175DDA" w:rsidP="00175DDA"/>
    <w:p w14:paraId="437B595B" w14:textId="2296F6EA" w:rsidR="00175DDA" w:rsidRDefault="00175DDA" w:rsidP="00175DDA"/>
    <w:p w14:paraId="553FFC2D" w14:textId="4A29E44C" w:rsidR="00175DDA" w:rsidRDefault="00175DDA" w:rsidP="00175DDA"/>
    <w:p w14:paraId="44281E43" w14:textId="015FAEB0" w:rsidR="00175DDA" w:rsidRPr="00175DDA" w:rsidRDefault="00175DDA" w:rsidP="00175DDA"/>
    <w:p w14:paraId="4EBD419F" w14:textId="4D8B46A1" w:rsidR="00175DDA" w:rsidRPr="00175DDA" w:rsidRDefault="00175DDA" w:rsidP="00175DDA"/>
    <w:p w14:paraId="732179EF" w14:textId="664FB1CB" w:rsidR="00175DDA" w:rsidRPr="00175DDA" w:rsidRDefault="00175DDA" w:rsidP="00175DDA"/>
    <w:p w14:paraId="1A64AF36" w14:textId="23A264C3" w:rsidR="00175DDA" w:rsidRPr="00175DDA" w:rsidRDefault="00175DDA" w:rsidP="00175DDA"/>
    <w:p w14:paraId="280064E2" w14:textId="322AF5FD" w:rsidR="00175DDA" w:rsidRPr="00175DDA" w:rsidRDefault="00175DDA" w:rsidP="00175DDA"/>
    <w:p w14:paraId="352BB41E" w14:textId="68A9A821" w:rsidR="00175DDA" w:rsidRPr="00175DDA" w:rsidRDefault="00175DDA" w:rsidP="00175DDA"/>
    <w:p w14:paraId="4FA3F3E5" w14:textId="5FD08656" w:rsidR="00175DDA" w:rsidRPr="00175DDA" w:rsidRDefault="00175DDA" w:rsidP="00175DDA"/>
    <w:p w14:paraId="5DBE6B87" w14:textId="1B218FCD" w:rsidR="00175DDA" w:rsidRPr="00175DDA" w:rsidRDefault="0050171B" w:rsidP="00175DDA">
      <w:r>
        <w:rPr>
          <w:rFonts w:asciiTheme="minorHAnsi" w:hAnsiTheme="minorHAnsi" w:cstheme="minorHAnsi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4F4EF2" wp14:editId="1EF8DF99">
                <wp:simplePos x="0" y="0"/>
                <wp:positionH relativeFrom="column">
                  <wp:posOffset>342265</wp:posOffset>
                </wp:positionH>
                <wp:positionV relativeFrom="paragraph">
                  <wp:posOffset>1168755</wp:posOffset>
                </wp:positionV>
                <wp:extent cx="4433570" cy="1052195"/>
                <wp:effectExtent l="0" t="0" r="508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3570" cy="1052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45B289" w14:textId="7A85668B" w:rsidR="0050171B" w:rsidRPr="00175DDA" w:rsidRDefault="0050171B" w:rsidP="0050171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175DDA">
                              <w:rPr>
                                <w:rFonts w:asciiTheme="minorHAnsi" w:hAnsiTheme="minorHAnsi" w:cstheme="minorHAnsi"/>
                              </w:rPr>
                              <w:t>All prices include GST</w:t>
                            </w:r>
                          </w:p>
                          <w:p w14:paraId="77DF2B3A" w14:textId="77777777" w:rsidR="0050171B" w:rsidRDefault="0050171B" w:rsidP="0050171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175DDA">
                              <w:rPr>
                                <w:rFonts w:asciiTheme="minorHAnsi" w:hAnsiTheme="minorHAnsi" w:cstheme="minorHAnsi"/>
                              </w:rPr>
                              <w:t>Free delivery to the Police Club</w:t>
                            </w:r>
                          </w:p>
                          <w:p w14:paraId="478A3AC5" w14:textId="77777777" w:rsidR="0050171B" w:rsidRDefault="0050171B" w:rsidP="0050171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Submit orders to:</w:t>
                            </w:r>
                          </w:p>
                          <w:p w14:paraId="1CFD6438" w14:textId="77777777" w:rsidR="0050171B" w:rsidRDefault="0050171B" w:rsidP="0050171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 The Police Club, 27 Carrington Street</w:t>
                            </w:r>
                          </w:p>
                          <w:p w14:paraId="3FFA8B37" w14:textId="77777777" w:rsidR="0050171B" w:rsidRDefault="0095694B" w:rsidP="0050171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hyperlink r:id="rId8" w:history="1">
                              <w:r w:rsidR="0050171B" w:rsidRPr="00DB3F23">
                                <w:rPr>
                                  <w:rStyle w:val="Hyperlink"/>
                                  <w:rFonts w:asciiTheme="minorHAnsi" w:hAnsiTheme="minorHAnsi" w:cstheme="minorHAnsi"/>
                                </w:rPr>
                                <w:t>policeclub@pasa.asn.au</w:t>
                              </w:r>
                            </w:hyperlink>
                            <w:r w:rsidR="0050171B">
                              <w:rPr>
                                <w:rFonts w:asciiTheme="minorHAnsi" w:hAnsiTheme="minorHAnsi" w:cstheme="minorHAnsi"/>
                              </w:rPr>
                              <w:t xml:space="preserve"> or (08) 8212 2924</w:t>
                            </w:r>
                          </w:p>
                          <w:p w14:paraId="676E20AE" w14:textId="77777777" w:rsidR="0050171B" w:rsidRDefault="005017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F4EF2" id="Text Box 1" o:spid="_x0000_s1027" type="#_x0000_t202" style="position:absolute;margin-left:26.95pt;margin-top:92.05pt;width:349.1pt;height:82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" fillcolor="white [3201]" stroked="f" strokeweight=".5pt">
                <v:textbox>
                  <w:txbxContent>
                    <w:p w14:paraId="6745B289" w14:textId="7A85668B" w:rsidR="0050171B" w:rsidRPr="00175DDA" w:rsidRDefault="0050171B" w:rsidP="0050171B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175DDA">
                        <w:rPr>
                          <w:rFonts w:asciiTheme="minorHAnsi" w:hAnsiTheme="minorHAnsi" w:cstheme="minorHAnsi"/>
                        </w:rPr>
                        <w:t>All prices include GST</w:t>
                      </w:r>
                    </w:p>
                    <w:p w14:paraId="77DF2B3A" w14:textId="77777777" w:rsidR="0050171B" w:rsidRDefault="0050171B" w:rsidP="0050171B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175DDA">
                        <w:rPr>
                          <w:rFonts w:asciiTheme="minorHAnsi" w:hAnsiTheme="minorHAnsi" w:cstheme="minorHAnsi"/>
                        </w:rPr>
                        <w:t>Free delivery to the Police Club</w:t>
                      </w:r>
                    </w:p>
                    <w:p w14:paraId="478A3AC5" w14:textId="77777777" w:rsidR="0050171B" w:rsidRDefault="0050171B" w:rsidP="0050171B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Submit orders to:</w:t>
                      </w:r>
                    </w:p>
                    <w:p w14:paraId="1CFD6438" w14:textId="77777777" w:rsidR="0050171B" w:rsidRDefault="0050171B" w:rsidP="0050171B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 xml:space="preserve"> The Police Club, 27 Carrington Street</w:t>
                      </w:r>
                    </w:p>
                    <w:p w14:paraId="3FFA8B37" w14:textId="77777777" w:rsidR="0050171B" w:rsidRDefault="0095694B" w:rsidP="0050171B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hyperlink r:id="rId9" w:history="1">
                        <w:r w:rsidR="0050171B" w:rsidRPr="00DB3F23">
                          <w:rPr>
                            <w:rStyle w:val="Hyperlink"/>
                            <w:rFonts w:asciiTheme="minorHAnsi" w:hAnsiTheme="minorHAnsi" w:cstheme="minorHAnsi"/>
                          </w:rPr>
                          <w:t>policeclub@pasa.asn.au</w:t>
                        </w:r>
                      </w:hyperlink>
                      <w:r w:rsidR="0050171B">
                        <w:rPr>
                          <w:rFonts w:asciiTheme="minorHAnsi" w:hAnsiTheme="minorHAnsi" w:cstheme="minorHAnsi"/>
                        </w:rPr>
                        <w:t xml:space="preserve"> or (08) 8212 2924</w:t>
                      </w:r>
                    </w:p>
                    <w:p w14:paraId="676E20AE" w14:textId="77777777" w:rsidR="0050171B" w:rsidRDefault="0050171B"/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49"/>
        <w:tblW w:w="10605" w:type="dxa"/>
        <w:tblLook w:val="04A0" w:firstRow="1" w:lastRow="0" w:firstColumn="1" w:lastColumn="0" w:noHBand="0" w:noVBand="1"/>
      </w:tblPr>
      <w:tblGrid>
        <w:gridCol w:w="2651"/>
        <w:gridCol w:w="2651"/>
        <w:gridCol w:w="2651"/>
        <w:gridCol w:w="2652"/>
      </w:tblGrid>
      <w:tr w:rsidR="00BC615B" w14:paraId="671E72C7" w14:textId="77777777" w:rsidTr="00BC615B">
        <w:trPr>
          <w:trHeight w:val="357"/>
        </w:trPr>
        <w:tc>
          <w:tcPr>
            <w:tcW w:w="2651" w:type="dxa"/>
          </w:tcPr>
          <w:p w14:paraId="3F76E9E6" w14:textId="2C138D93" w:rsidR="00BC615B" w:rsidRPr="00175DDA" w:rsidRDefault="0050171B" w:rsidP="00BC615B">
            <w:pPr>
              <w:jc w:val="center"/>
              <w:rPr>
                <w:rFonts w:asciiTheme="minorHAns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  <w:szCs w:val="22"/>
              </w:rPr>
              <w:t>Description</w:t>
            </w:r>
          </w:p>
        </w:tc>
        <w:tc>
          <w:tcPr>
            <w:tcW w:w="2651" w:type="dxa"/>
          </w:tcPr>
          <w:p w14:paraId="4FF7FC03" w14:textId="71D0D4CC" w:rsidR="00BC615B" w:rsidRPr="00175DDA" w:rsidRDefault="0050171B" w:rsidP="00BC615B">
            <w:pPr>
              <w:jc w:val="center"/>
              <w:rPr>
                <w:rFonts w:asciiTheme="minorHAns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  <w:szCs w:val="22"/>
              </w:rPr>
              <w:t>Cost</w:t>
            </w:r>
          </w:p>
        </w:tc>
        <w:tc>
          <w:tcPr>
            <w:tcW w:w="2651" w:type="dxa"/>
          </w:tcPr>
          <w:p w14:paraId="778BE8A9" w14:textId="58D0F2A9" w:rsidR="00BC615B" w:rsidRPr="00175DDA" w:rsidRDefault="0050171B" w:rsidP="00BC615B">
            <w:pPr>
              <w:jc w:val="center"/>
              <w:rPr>
                <w:rFonts w:asciiTheme="minorHAns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  <w:szCs w:val="22"/>
              </w:rPr>
              <w:t>Quantity</w:t>
            </w:r>
          </w:p>
        </w:tc>
        <w:tc>
          <w:tcPr>
            <w:tcW w:w="2652" w:type="dxa"/>
          </w:tcPr>
          <w:p w14:paraId="4D6998F9" w14:textId="14257037" w:rsidR="00BC615B" w:rsidRPr="00175DDA" w:rsidRDefault="0050171B" w:rsidP="00BC615B">
            <w:pPr>
              <w:jc w:val="center"/>
              <w:rPr>
                <w:rFonts w:asciiTheme="minorHAns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  <w:szCs w:val="22"/>
              </w:rPr>
              <w:t>Sub Total</w:t>
            </w:r>
          </w:p>
        </w:tc>
      </w:tr>
      <w:tr w:rsidR="00BC615B" w14:paraId="5D619538" w14:textId="77777777" w:rsidTr="0050171B">
        <w:trPr>
          <w:trHeight w:val="479"/>
        </w:trPr>
        <w:tc>
          <w:tcPr>
            <w:tcW w:w="2651" w:type="dxa"/>
            <w:tcBorders>
              <w:bottom w:val="single" w:sz="4" w:space="0" w:color="auto"/>
            </w:tcBorders>
            <w:vAlign w:val="center"/>
          </w:tcPr>
          <w:p w14:paraId="5278D67E" w14:textId="29975D86" w:rsidR="00BC615B" w:rsidRPr="00175DDA" w:rsidRDefault="0050171B" w:rsidP="00BC615B">
            <w:pPr>
              <w:jc w:val="center"/>
              <w:rPr>
                <w:rFonts w:asciiTheme="minorHAns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  <w:szCs w:val="22"/>
              </w:rPr>
              <w:t>Single bottle/s</w:t>
            </w:r>
          </w:p>
        </w:tc>
        <w:tc>
          <w:tcPr>
            <w:tcW w:w="2651" w:type="dxa"/>
            <w:tcBorders>
              <w:bottom w:val="single" w:sz="4" w:space="0" w:color="auto"/>
            </w:tcBorders>
            <w:vAlign w:val="center"/>
          </w:tcPr>
          <w:p w14:paraId="783644C7" w14:textId="42CC30F4" w:rsidR="00BC615B" w:rsidRPr="00175DDA" w:rsidRDefault="0050171B" w:rsidP="00BC615B">
            <w:pPr>
              <w:jc w:val="center"/>
              <w:rPr>
                <w:rFonts w:asciiTheme="minorHAns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  <w:szCs w:val="22"/>
              </w:rPr>
              <w:t>$20.99</w:t>
            </w:r>
          </w:p>
        </w:tc>
        <w:tc>
          <w:tcPr>
            <w:tcW w:w="2651" w:type="dxa"/>
            <w:tcBorders>
              <w:bottom w:val="single" w:sz="4" w:space="0" w:color="auto"/>
            </w:tcBorders>
            <w:vAlign w:val="center"/>
          </w:tcPr>
          <w:p w14:paraId="04F41917" w14:textId="2E7ECEF1" w:rsidR="00BC615B" w:rsidRPr="00175DDA" w:rsidRDefault="00BC615B" w:rsidP="00BC615B">
            <w:pPr>
              <w:jc w:val="center"/>
              <w:rPr>
                <w:rFonts w:asciiTheme="minorHAnsi" w:hAnsiTheme="minorHAnsi" w:cstheme="minorHAnsi"/>
                <w:sz w:val="28"/>
                <w:szCs w:val="22"/>
              </w:rPr>
            </w:pPr>
          </w:p>
        </w:tc>
        <w:tc>
          <w:tcPr>
            <w:tcW w:w="2652" w:type="dxa"/>
            <w:vAlign w:val="center"/>
          </w:tcPr>
          <w:p w14:paraId="16A1EF2F" w14:textId="77777777" w:rsidR="00BC615B" w:rsidRPr="00175DDA" w:rsidRDefault="00BC615B" w:rsidP="00BC615B">
            <w:pPr>
              <w:jc w:val="center"/>
              <w:rPr>
                <w:rFonts w:asciiTheme="minorHAnsi" w:hAnsiTheme="minorHAnsi" w:cstheme="minorHAnsi"/>
                <w:sz w:val="28"/>
                <w:szCs w:val="22"/>
              </w:rPr>
            </w:pPr>
            <w:r w:rsidRPr="00175DDA">
              <w:rPr>
                <w:rFonts w:asciiTheme="minorHAnsi" w:hAnsiTheme="minorHAnsi" w:cstheme="minorHAnsi"/>
                <w:sz w:val="28"/>
                <w:szCs w:val="22"/>
              </w:rPr>
              <w:t>$ ______</w:t>
            </w:r>
          </w:p>
        </w:tc>
      </w:tr>
      <w:tr w:rsidR="0050171B" w14:paraId="255D8F4E" w14:textId="77777777" w:rsidTr="0050171B">
        <w:trPr>
          <w:trHeight w:val="479"/>
        </w:trPr>
        <w:tc>
          <w:tcPr>
            <w:tcW w:w="2651" w:type="dxa"/>
            <w:tcBorders>
              <w:bottom w:val="single" w:sz="4" w:space="0" w:color="auto"/>
            </w:tcBorders>
            <w:vAlign w:val="center"/>
          </w:tcPr>
          <w:p w14:paraId="2F5951BD" w14:textId="25ED494B" w:rsidR="0050171B" w:rsidRPr="00175DDA" w:rsidRDefault="0050171B" w:rsidP="00BC615B">
            <w:pPr>
              <w:jc w:val="center"/>
              <w:rPr>
                <w:rFonts w:asciiTheme="minorHAns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  <w:szCs w:val="22"/>
              </w:rPr>
              <w:t>By the dozen</w:t>
            </w:r>
          </w:p>
        </w:tc>
        <w:tc>
          <w:tcPr>
            <w:tcW w:w="2651" w:type="dxa"/>
            <w:tcBorders>
              <w:bottom w:val="single" w:sz="4" w:space="0" w:color="auto"/>
            </w:tcBorders>
            <w:vAlign w:val="center"/>
          </w:tcPr>
          <w:p w14:paraId="10A18951" w14:textId="31B8322D" w:rsidR="0050171B" w:rsidRDefault="0050171B" w:rsidP="00BC615B">
            <w:pPr>
              <w:jc w:val="center"/>
              <w:rPr>
                <w:rFonts w:asciiTheme="minorHAns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  <w:szCs w:val="22"/>
              </w:rPr>
              <w:t>$216 ($18ea)</w:t>
            </w:r>
          </w:p>
        </w:tc>
        <w:tc>
          <w:tcPr>
            <w:tcW w:w="2651" w:type="dxa"/>
            <w:tcBorders>
              <w:bottom w:val="single" w:sz="4" w:space="0" w:color="auto"/>
            </w:tcBorders>
            <w:vAlign w:val="center"/>
          </w:tcPr>
          <w:p w14:paraId="201DB11C" w14:textId="77777777" w:rsidR="0050171B" w:rsidRPr="00175DDA" w:rsidRDefault="0050171B" w:rsidP="00BC615B">
            <w:pPr>
              <w:jc w:val="center"/>
              <w:rPr>
                <w:rFonts w:asciiTheme="minorHAnsi" w:hAnsiTheme="minorHAnsi" w:cstheme="minorHAnsi"/>
                <w:sz w:val="28"/>
                <w:szCs w:val="22"/>
              </w:rPr>
            </w:pPr>
          </w:p>
        </w:tc>
        <w:tc>
          <w:tcPr>
            <w:tcW w:w="2652" w:type="dxa"/>
            <w:tcBorders>
              <w:bottom w:val="single" w:sz="4" w:space="0" w:color="auto"/>
            </w:tcBorders>
            <w:vAlign w:val="center"/>
          </w:tcPr>
          <w:p w14:paraId="2E2039FE" w14:textId="2BB7AEF0" w:rsidR="0050171B" w:rsidRPr="00175DDA" w:rsidRDefault="0050171B" w:rsidP="00BC615B">
            <w:pPr>
              <w:jc w:val="center"/>
              <w:rPr>
                <w:rFonts w:asciiTheme="minorHAns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  <w:szCs w:val="22"/>
              </w:rPr>
              <w:t>$______</w:t>
            </w:r>
          </w:p>
        </w:tc>
      </w:tr>
      <w:tr w:rsidR="0050171B" w14:paraId="2D03C733" w14:textId="77777777" w:rsidTr="00F06727">
        <w:trPr>
          <w:trHeight w:val="1486"/>
        </w:trPr>
        <w:tc>
          <w:tcPr>
            <w:tcW w:w="2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0C052E" w14:textId="69A43BC9" w:rsidR="0050171B" w:rsidRDefault="0050171B" w:rsidP="00BC615B">
            <w:pPr>
              <w:jc w:val="center"/>
              <w:rPr>
                <w:rFonts w:asciiTheme="minorHAnsi" w:hAnsiTheme="minorHAnsi" w:cstheme="minorHAnsi"/>
                <w:sz w:val="28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2F85E2" w14:textId="77777777" w:rsidR="0050171B" w:rsidRDefault="0050171B" w:rsidP="00BC615B">
            <w:pPr>
              <w:jc w:val="center"/>
              <w:rPr>
                <w:rFonts w:asciiTheme="minorHAnsi" w:hAnsiTheme="minorHAnsi" w:cstheme="minorHAnsi"/>
                <w:sz w:val="28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301694" w14:textId="0EE3170B" w:rsidR="0050171B" w:rsidRPr="00175DDA" w:rsidRDefault="0050171B" w:rsidP="00BC615B">
            <w:pPr>
              <w:jc w:val="center"/>
              <w:rPr>
                <w:rFonts w:asciiTheme="minorHAnsi" w:hAnsiTheme="minorHAnsi" w:cstheme="minorHAnsi"/>
                <w:sz w:val="28"/>
                <w:szCs w:val="22"/>
              </w:rPr>
            </w:pPr>
          </w:p>
        </w:tc>
        <w:tc>
          <w:tcPr>
            <w:tcW w:w="2652" w:type="dxa"/>
            <w:tcBorders>
              <w:left w:val="single" w:sz="4" w:space="0" w:color="auto"/>
            </w:tcBorders>
            <w:vAlign w:val="center"/>
          </w:tcPr>
          <w:p w14:paraId="6A5C5D43" w14:textId="77777777" w:rsidR="0050171B" w:rsidRDefault="0050171B" w:rsidP="00BC615B">
            <w:pPr>
              <w:jc w:val="center"/>
              <w:rPr>
                <w:rFonts w:asciiTheme="minorHAnsi" w:hAnsiTheme="minorHAnsi" w:cstheme="minorHAnsi"/>
                <w:sz w:val="28"/>
                <w:szCs w:val="22"/>
              </w:rPr>
            </w:pPr>
          </w:p>
          <w:p w14:paraId="30C28214" w14:textId="63D12A9B" w:rsidR="0050171B" w:rsidRDefault="0050171B" w:rsidP="00BC615B">
            <w:pPr>
              <w:jc w:val="center"/>
              <w:rPr>
                <w:rFonts w:asciiTheme="minorHAns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  <w:szCs w:val="22"/>
              </w:rPr>
              <w:t>Total cost:</w:t>
            </w:r>
          </w:p>
          <w:p w14:paraId="53DEFFAF" w14:textId="2B4A7E04" w:rsidR="0050171B" w:rsidRDefault="0050171B" w:rsidP="00BC615B">
            <w:pPr>
              <w:jc w:val="center"/>
              <w:rPr>
                <w:rFonts w:asciiTheme="minorHAns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  <w:szCs w:val="22"/>
              </w:rPr>
              <w:br/>
              <w:t>$_______</w:t>
            </w:r>
          </w:p>
        </w:tc>
      </w:tr>
    </w:tbl>
    <w:p w14:paraId="68B69CB4" w14:textId="40A69C4D" w:rsidR="00175DDA" w:rsidRPr="00175DDA" w:rsidRDefault="00175DDA" w:rsidP="00175DDA"/>
    <w:p w14:paraId="5BDB8414" w14:textId="2210F81B" w:rsidR="00175DDA" w:rsidRDefault="00175DDA" w:rsidP="00175DDA">
      <w:pPr>
        <w:rPr>
          <w:rFonts w:asciiTheme="minorHAnsi" w:hAnsiTheme="minorHAnsi" w:cstheme="minorHAnsi"/>
        </w:rPr>
      </w:pPr>
    </w:p>
    <w:p w14:paraId="35A9F445" w14:textId="77777777" w:rsidR="0050171B" w:rsidRDefault="0050171B" w:rsidP="00175DDA">
      <w:pPr>
        <w:rPr>
          <w:rFonts w:asciiTheme="minorHAnsi" w:hAnsiTheme="minorHAnsi" w:cstheme="minorHAnsi"/>
          <w:sz w:val="28"/>
          <w:szCs w:val="22"/>
        </w:rPr>
      </w:pPr>
    </w:p>
    <w:p w14:paraId="000AF8DB" w14:textId="193C342A" w:rsidR="00175DDA" w:rsidRDefault="00175DDA" w:rsidP="00175DDA">
      <w:pPr>
        <w:rPr>
          <w:rFonts w:asciiTheme="minorHAnsi" w:hAnsiTheme="minorHAnsi" w:cstheme="minorHAnsi"/>
          <w:sz w:val="28"/>
          <w:szCs w:val="22"/>
        </w:rPr>
      </w:pPr>
      <w:r w:rsidRPr="00175DDA">
        <w:rPr>
          <w:rFonts w:asciiTheme="minorHAnsi" w:hAnsiTheme="minorHAnsi" w:cstheme="minorHAnsi"/>
          <w:sz w:val="28"/>
          <w:szCs w:val="22"/>
        </w:rPr>
        <w:t xml:space="preserve">Name: </w:t>
      </w:r>
      <w:r>
        <w:rPr>
          <w:rFonts w:asciiTheme="minorHAnsi" w:hAnsiTheme="minorHAnsi" w:cstheme="minorHAnsi"/>
          <w:sz w:val="28"/>
          <w:szCs w:val="22"/>
        </w:rPr>
        <w:t>__________________________________________</w:t>
      </w:r>
    </w:p>
    <w:p w14:paraId="427E6226" w14:textId="77777777" w:rsidR="00175DDA" w:rsidRPr="00175DDA" w:rsidRDefault="00175DDA" w:rsidP="00175DDA">
      <w:pPr>
        <w:rPr>
          <w:rFonts w:asciiTheme="minorHAnsi" w:hAnsiTheme="minorHAnsi" w:cstheme="minorHAnsi"/>
          <w:sz w:val="28"/>
          <w:szCs w:val="22"/>
        </w:rPr>
      </w:pPr>
    </w:p>
    <w:p w14:paraId="6874C7EF" w14:textId="43EFC747" w:rsidR="00175DDA" w:rsidRPr="00175DDA" w:rsidRDefault="00175DDA" w:rsidP="00175DDA">
      <w:pPr>
        <w:rPr>
          <w:rFonts w:asciiTheme="minorHAnsi" w:hAnsiTheme="minorHAnsi" w:cstheme="minorHAnsi"/>
          <w:sz w:val="28"/>
          <w:szCs w:val="22"/>
        </w:rPr>
      </w:pPr>
      <w:r w:rsidRPr="00175DDA">
        <w:rPr>
          <w:rFonts w:asciiTheme="minorHAnsi" w:hAnsiTheme="minorHAnsi" w:cstheme="minorHAnsi"/>
          <w:sz w:val="28"/>
          <w:szCs w:val="22"/>
        </w:rPr>
        <w:t>Contact number:</w:t>
      </w:r>
      <w:r>
        <w:rPr>
          <w:rFonts w:asciiTheme="minorHAnsi" w:hAnsiTheme="minorHAnsi" w:cstheme="minorHAnsi"/>
          <w:sz w:val="28"/>
          <w:szCs w:val="22"/>
        </w:rPr>
        <w:t xml:space="preserve"> ________________________</w:t>
      </w:r>
    </w:p>
    <w:p w14:paraId="0F28B207" w14:textId="51D720B1" w:rsidR="00175DDA" w:rsidRPr="00175DDA" w:rsidRDefault="00175DDA" w:rsidP="00175DDA">
      <w:pPr>
        <w:rPr>
          <w:rFonts w:asciiTheme="minorHAnsi" w:hAnsiTheme="minorHAnsi" w:cstheme="minorHAnsi"/>
          <w:sz w:val="28"/>
          <w:szCs w:val="22"/>
        </w:rPr>
      </w:pPr>
    </w:p>
    <w:p w14:paraId="760B1426" w14:textId="450E1A37" w:rsidR="00175DDA" w:rsidRDefault="00420116" w:rsidP="00175DDA">
      <w:pPr>
        <w:tabs>
          <w:tab w:val="left" w:pos="2026"/>
        </w:tabs>
        <w:rPr>
          <w:rFonts w:asciiTheme="minorHAnsi" w:hAnsiTheme="minorHAnsi" w:cstheme="minorHAnsi"/>
          <w:sz w:val="28"/>
          <w:szCs w:val="22"/>
        </w:rPr>
      </w:pPr>
      <w:r>
        <w:rPr>
          <w:rFonts w:asciiTheme="minorHAnsi" w:hAnsiTheme="minorHAnsi" w:cstheme="minorHAnsi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09E422" wp14:editId="592C33CC">
                <wp:simplePos x="0" y="0"/>
                <wp:positionH relativeFrom="column">
                  <wp:posOffset>735965</wp:posOffset>
                </wp:positionH>
                <wp:positionV relativeFrom="paragraph">
                  <wp:posOffset>44288</wp:posOffset>
                </wp:positionV>
                <wp:extent cx="191135" cy="180340"/>
                <wp:effectExtent l="0" t="0" r="18415" b="1016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35" cy="180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390880" id="Rectangle 15" o:spid="_x0000_s1026" style="position:absolute;margin-left:57.95pt;margin-top:3.5pt;width:15.05pt;height:1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" filled="f" strokecolor="black [3213]" strokeweight="1pt"/>
            </w:pict>
          </mc:Fallback>
        </mc:AlternateContent>
      </w:r>
      <w:r w:rsidR="00175DDA" w:rsidRPr="00175DDA">
        <w:rPr>
          <w:rFonts w:asciiTheme="minorHAnsi" w:hAnsiTheme="minorHAnsi" w:cstheme="minorHAnsi"/>
          <w:sz w:val="28"/>
          <w:szCs w:val="22"/>
        </w:rPr>
        <w:t xml:space="preserve">Payment: </w:t>
      </w:r>
      <w:r w:rsidR="00175DDA">
        <w:rPr>
          <w:rFonts w:asciiTheme="minorHAnsi" w:hAnsiTheme="minorHAnsi" w:cstheme="minorHAnsi"/>
          <w:sz w:val="28"/>
          <w:szCs w:val="22"/>
        </w:rPr>
        <w:t xml:space="preserve">      </w:t>
      </w:r>
      <w:r w:rsidR="00175DDA" w:rsidRPr="00175DDA">
        <w:rPr>
          <w:rFonts w:asciiTheme="minorHAnsi" w:hAnsiTheme="minorHAnsi" w:cstheme="minorHAnsi"/>
          <w:sz w:val="28"/>
          <w:szCs w:val="22"/>
        </w:rPr>
        <w:t>Credit card</w:t>
      </w:r>
    </w:p>
    <w:p w14:paraId="1B5BB843" w14:textId="0581F312" w:rsidR="00175DDA" w:rsidRDefault="00175DDA" w:rsidP="00175DDA">
      <w:pPr>
        <w:tabs>
          <w:tab w:val="left" w:pos="2026"/>
        </w:tabs>
        <w:rPr>
          <w:rFonts w:asciiTheme="minorHAnsi" w:hAnsiTheme="minorHAnsi" w:cstheme="minorHAnsi"/>
          <w:sz w:val="28"/>
          <w:szCs w:val="22"/>
        </w:rPr>
      </w:pPr>
    </w:p>
    <w:p w14:paraId="2AEC676E" w14:textId="7E5CDDF7" w:rsidR="00175DDA" w:rsidRDefault="00175DDA" w:rsidP="00175DDA">
      <w:pPr>
        <w:tabs>
          <w:tab w:val="left" w:pos="2026"/>
        </w:tabs>
        <w:rPr>
          <w:rFonts w:asciiTheme="minorHAnsi" w:hAnsiTheme="minorHAnsi" w:cstheme="minorHAnsi"/>
          <w:sz w:val="28"/>
          <w:szCs w:val="22"/>
        </w:rPr>
      </w:pPr>
      <w:r>
        <w:rPr>
          <w:rFonts w:asciiTheme="minorHAnsi" w:hAnsiTheme="minorHAnsi" w:cstheme="minorHAnsi"/>
          <w:sz w:val="28"/>
          <w:szCs w:val="22"/>
        </w:rPr>
        <w:t>Card holder name: _________________________</w:t>
      </w:r>
      <w:r w:rsidR="00BC615B">
        <w:rPr>
          <w:rFonts w:asciiTheme="minorHAnsi" w:hAnsiTheme="minorHAnsi" w:cstheme="minorHAnsi"/>
          <w:sz w:val="28"/>
          <w:szCs w:val="22"/>
        </w:rPr>
        <w:t>_________</w:t>
      </w:r>
    </w:p>
    <w:p w14:paraId="4B780EAF" w14:textId="77777777" w:rsidR="00175DDA" w:rsidRDefault="00175DDA" w:rsidP="00175DDA">
      <w:pPr>
        <w:tabs>
          <w:tab w:val="left" w:pos="2026"/>
        </w:tabs>
        <w:rPr>
          <w:rFonts w:asciiTheme="minorHAnsi" w:hAnsiTheme="minorHAnsi" w:cstheme="minorHAnsi"/>
          <w:sz w:val="28"/>
          <w:szCs w:val="22"/>
        </w:rPr>
      </w:pPr>
    </w:p>
    <w:p w14:paraId="26F02776" w14:textId="5368EDF9" w:rsidR="00175DDA" w:rsidRDefault="00175DDA" w:rsidP="00175DDA">
      <w:pPr>
        <w:tabs>
          <w:tab w:val="left" w:pos="2026"/>
        </w:tabs>
        <w:rPr>
          <w:rFonts w:asciiTheme="minorHAnsi" w:hAnsiTheme="minorHAnsi" w:cstheme="minorHAnsi"/>
          <w:sz w:val="28"/>
          <w:szCs w:val="22"/>
        </w:rPr>
      </w:pPr>
      <w:r>
        <w:rPr>
          <w:rFonts w:asciiTheme="minorHAnsi" w:hAnsiTheme="minorHAnsi" w:cstheme="minorHAnsi"/>
          <w:sz w:val="28"/>
          <w:szCs w:val="22"/>
        </w:rPr>
        <w:t>Card no: __ __ __ __  __ __ __ __  __ __ __ __  __ __ __ __ Exp: _</w:t>
      </w:r>
      <w:r w:rsidR="00BC615B">
        <w:rPr>
          <w:rFonts w:asciiTheme="minorHAnsi" w:hAnsiTheme="minorHAnsi" w:cstheme="minorHAnsi"/>
          <w:sz w:val="28"/>
          <w:szCs w:val="22"/>
        </w:rPr>
        <w:t>_</w:t>
      </w:r>
      <w:r>
        <w:rPr>
          <w:rFonts w:asciiTheme="minorHAnsi" w:hAnsiTheme="minorHAnsi" w:cstheme="minorHAnsi"/>
          <w:sz w:val="28"/>
          <w:szCs w:val="22"/>
        </w:rPr>
        <w:t>__ /</w:t>
      </w:r>
      <w:r w:rsidR="00BC615B">
        <w:rPr>
          <w:rFonts w:asciiTheme="minorHAnsi" w:hAnsiTheme="minorHAnsi" w:cstheme="minorHAnsi"/>
          <w:sz w:val="28"/>
          <w:szCs w:val="22"/>
        </w:rPr>
        <w:t>_</w:t>
      </w:r>
      <w:r>
        <w:rPr>
          <w:rFonts w:asciiTheme="minorHAnsi" w:hAnsiTheme="minorHAnsi" w:cstheme="minorHAnsi"/>
          <w:sz w:val="28"/>
          <w:szCs w:val="22"/>
        </w:rPr>
        <w:t>____ CV</w:t>
      </w:r>
      <w:r w:rsidR="00DC3D55">
        <w:rPr>
          <w:rFonts w:asciiTheme="minorHAnsi" w:hAnsiTheme="minorHAnsi" w:cstheme="minorHAnsi"/>
          <w:sz w:val="28"/>
          <w:szCs w:val="22"/>
        </w:rPr>
        <w:t>C</w:t>
      </w:r>
      <w:r>
        <w:rPr>
          <w:rFonts w:asciiTheme="minorHAnsi" w:hAnsiTheme="minorHAnsi" w:cstheme="minorHAnsi"/>
          <w:sz w:val="28"/>
          <w:szCs w:val="22"/>
        </w:rPr>
        <w:t>: __ __ __</w:t>
      </w:r>
    </w:p>
    <w:p w14:paraId="1240FFB2" w14:textId="12F9F1E6" w:rsidR="00175DDA" w:rsidRDefault="00BC615B" w:rsidP="00175DDA">
      <w:pPr>
        <w:tabs>
          <w:tab w:val="left" w:pos="2026"/>
        </w:tabs>
        <w:rPr>
          <w:rFonts w:asciiTheme="minorHAnsi" w:hAnsiTheme="minorHAnsi" w:cstheme="minorHAnsi"/>
          <w:sz w:val="28"/>
          <w:szCs w:val="22"/>
        </w:rPr>
      </w:pPr>
      <w:r>
        <w:rPr>
          <w:rFonts w:asciiTheme="minorHAnsi" w:hAnsiTheme="minorHAnsi" w:cstheme="minorHAnsi"/>
          <w:sz w:val="28"/>
          <w:szCs w:val="22"/>
        </w:rPr>
        <w:br/>
      </w:r>
    </w:p>
    <w:p w14:paraId="7E105AAC" w14:textId="61D47A4B" w:rsidR="00175DDA" w:rsidRPr="00175DDA" w:rsidRDefault="00175DDA" w:rsidP="00175DDA">
      <w:pPr>
        <w:tabs>
          <w:tab w:val="left" w:pos="2026"/>
        </w:tabs>
        <w:rPr>
          <w:rFonts w:asciiTheme="minorHAnsi" w:hAnsiTheme="minorHAnsi" w:cstheme="minorHAnsi"/>
          <w:sz w:val="28"/>
          <w:szCs w:val="22"/>
        </w:rPr>
      </w:pPr>
      <w:r>
        <w:rPr>
          <w:rFonts w:asciiTheme="minorHAnsi" w:hAnsiTheme="minorHAnsi" w:cstheme="minorHAnsi"/>
          <w:sz w:val="28"/>
          <w:szCs w:val="22"/>
        </w:rPr>
        <w:t>Cardholder signature:</w:t>
      </w:r>
    </w:p>
    <w:sectPr w:rsidR="00175DDA" w:rsidRPr="00175DDA" w:rsidSect="00175DDA">
      <w:pgSz w:w="11907" w:h="16840" w:code="9"/>
      <w:pgMar w:top="720" w:right="720" w:bottom="720" w:left="720" w:header="0" w:footer="0" w:gutter="0"/>
      <w:pgBorders w:offsetFrom="page">
        <w:top w:val="single" w:sz="24" w:space="20" w:color="auto"/>
        <w:left w:val="single" w:sz="24" w:space="24" w:color="auto"/>
        <w:bottom w:val="single" w:sz="24" w:space="20" w:color="auto"/>
        <w:right w:val="single" w:sz="24" w:space="24" w:color="auto"/>
      </w:pgBorders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72B42" w14:textId="77777777" w:rsidR="0095694B" w:rsidRDefault="0095694B" w:rsidP="004924AB">
      <w:r>
        <w:separator/>
      </w:r>
    </w:p>
  </w:endnote>
  <w:endnote w:type="continuationSeparator" w:id="0">
    <w:p w14:paraId="662A6204" w14:textId="77777777" w:rsidR="0095694B" w:rsidRDefault="0095694B" w:rsidP="00492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5575C" w14:textId="77777777" w:rsidR="0095694B" w:rsidRDefault="0095694B" w:rsidP="004924AB">
      <w:r>
        <w:separator/>
      </w:r>
    </w:p>
  </w:footnote>
  <w:footnote w:type="continuationSeparator" w:id="0">
    <w:p w14:paraId="681EE067" w14:textId="77777777" w:rsidR="0095694B" w:rsidRDefault="0095694B" w:rsidP="004924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58D"/>
    <w:rsid w:val="000541B8"/>
    <w:rsid w:val="000C5E9D"/>
    <w:rsid w:val="000F25B4"/>
    <w:rsid w:val="00175DDA"/>
    <w:rsid w:val="001C6D15"/>
    <w:rsid w:val="002F25C7"/>
    <w:rsid w:val="00316DCA"/>
    <w:rsid w:val="003854E9"/>
    <w:rsid w:val="003D3C2C"/>
    <w:rsid w:val="003D5FCB"/>
    <w:rsid w:val="00420116"/>
    <w:rsid w:val="004924AB"/>
    <w:rsid w:val="0050171B"/>
    <w:rsid w:val="005B4018"/>
    <w:rsid w:val="005D213A"/>
    <w:rsid w:val="00691C44"/>
    <w:rsid w:val="007233EB"/>
    <w:rsid w:val="007F4350"/>
    <w:rsid w:val="00851E1F"/>
    <w:rsid w:val="008607C2"/>
    <w:rsid w:val="0095694B"/>
    <w:rsid w:val="00A3558D"/>
    <w:rsid w:val="00AB5EA5"/>
    <w:rsid w:val="00AC7D12"/>
    <w:rsid w:val="00BC615B"/>
    <w:rsid w:val="00CA56F6"/>
    <w:rsid w:val="00DC3D55"/>
    <w:rsid w:val="00E37BBF"/>
    <w:rsid w:val="00F02B44"/>
    <w:rsid w:val="00F06727"/>
    <w:rsid w:val="00FA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184E65"/>
  <w15:chartTrackingRefBased/>
  <w15:docId w15:val="{7312AA56-6AAA-4E51-88C7-C7B290BF3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558D"/>
    <w:pPr>
      <w:spacing w:after="0" w:line="240" w:lineRule="auto"/>
    </w:pPr>
    <w:rPr>
      <w:rFonts w:ascii="Garamond" w:eastAsia="Times New Roman" w:hAnsi="Garamond" w:cs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A3558D"/>
    <w:pPr>
      <w:keepNext/>
      <w:outlineLvl w:val="5"/>
    </w:pPr>
    <w:rPr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A3558D"/>
    <w:rPr>
      <w:rFonts w:ascii="Garamond" w:eastAsia="Times New Roman" w:hAnsi="Garamond" w:cs="Times New Roman"/>
      <w:b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CA56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56F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75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8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iceclub@pasa.asn.a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policeclub@pasa.asn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8E9C77CE</Template>
  <TotalTime>6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Tamm</dc:creator>
  <cp:keywords/>
  <dc:description/>
  <cp:lastModifiedBy>Karen Tamm</cp:lastModifiedBy>
  <cp:revision>5</cp:revision>
  <cp:lastPrinted>2019-10-17T05:04:00Z</cp:lastPrinted>
  <dcterms:created xsi:type="dcterms:W3CDTF">2019-11-10T22:40:00Z</dcterms:created>
  <dcterms:modified xsi:type="dcterms:W3CDTF">2019-11-12T23:50:00Z</dcterms:modified>
</cp:coreProperties>
</file>